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40" w:rsidRPr="000A5CE5" w:rsidRDefault="009E6E40" w:rsidP="00D358D7">
      <w:pPr>
        <w:pStyle w:val="Header"/>
        <w:jc w:val="center"/>
        <w:rPr>
          <w:rFonts w:ascii="Times New Roman" w:hAnsi="Times New Roman"/>
          <w:b/>
          <w:highlight w:val="lightGray"/>
        </w:rPr>
      </w:pPr>
    </w:p>
    <w:p w:rsidR="009E6E40" w:rsidRPr="00E22C43" w:rsidRDefault="009E6E40" w:rsidP="00D358D7">
      <w:pPr>
        <w:pStyle w:val="Header"/>
        <w:jc w:val="center"/>
        <w:rPr>
          <w:b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22C43">
          <w:rPr>
            <w:b/>
          </w:rPr>
          <w:t>Līgums</w:t>
        </w:r>
      </w:smartTag>
      <w:r w:rsidRPr="00E22C43">
        <w:rPr>
          <w:b/>
        </w:rPr>
        <w:t xml:space="preserve"> par </w:t>
      </w:r>
    </w:p>
    <w:p w:rsidR="009E6E40" w:rsidRPr="0056430B" w:rsidRDefault="009E6E40" w:rsidP="0056430B">
      <w:pPr>
        <w:pStyle w:val="Header"/>
        <w:jc w:val="center"/>
        <w:rPr>
          <w:b/>
        </w:rPr>
      </w:pPr>
      <w:r w:rsidRPr="00E22C43">
        <w:rPr>
          <w:b/>
        </w:rPr>
        <w:t>projekta „</w:t>
      </w:r>
      <w:r w:rsidRPr="00E22C43">
        <w:rPr>
          <w:b/>
          <w:highlight w:val="lightGray"/>
        </w:rPr>
        <w:t>[projekta nosaukums]</w:t>
      </w:r>
      <w:r w:rsidRPr="00E22C43">
        <w:rPr>
          <w:b/>
        </w:rPr>
        <w:t xml:space="preserve">” </w:t>
      </w:r>
    </w:p>
    <w:p w:rsidR="009E6E40" w:rsidRDefault="009E6E40" w:rsidP="00D358D7">
      <w:pPr>
        <w:pStyle w:val="Header"/>
        <w:jc w:val="center"/>
        <w:rPr>
          <w:rFonts w:ascii="Times New Roman" w:hAnsi="Times New Roman"/>
          <w:b/>
        </w:rPr>
      </w:pPr>
      <w:r w:rsidRPr="00E22C43">
        <w:rPr>
          <w:b/>
        </w:rPr>
        <w:t>Nr.</w:t>
      </w:r>
      <w:r w:rsidRPr="00E22C43">
        <w:rPr>
          <w:b/>
          <w:highlight w:val="lightGray"/>
        </w:rPr>
        <w:t>[projekta numurs]</w:t>
      </w:r>
    </w:p>
    <w:p w:rsidR="009E6E40" w:rsidRPr="0056430B" w:rsidRDefault="009E6E40" w:rsidP="00D358D7">
      <w:pPr>
        <w:pStyle w:val="Header"/>
        <w:jc w:val="center"/>
        <w:rPr>
          <w:rFonts w:ascii="Times New Roman" w:hAnsi="Times New Roman"/>
          <w:b/>
        </w:rPr>
      </w:pPr>
      <w:r w:rsidRPr="00E22C43">
        <w:rPr>
          <w:b/>
        </w:rPr>
        <w:t>īstenošanu</w:t>
      </w:r>
    </w:p>
    <w:p w:rsidR="009E6E40" w:rsidRPr="009503FF" w:rsidRDefault="009E6E40" w:rsidP="009976C2">
      <w:pPr>
        <w:jc w:val="center"/>
        <w:rPr>
          <w:rFonts w:ascii="Times New Roman" w:hAnsi="Times New Roman"/>
        </w:rPr>
      </w:pPr>
    </w:p>
    <w:p w:rsidR="009E6E40" w:rsidRPr="00E22C43" w:rsidRDefault="009E6E40" w:rsidP="009976C2">
      <w:pPr>
        <w:jc w:val="center"/>
        <w:rPr>
          <w:b/>
        </w:rPr>
      </w:pPr>
      <w:r w:rsidRPr="00E22C43">
        <w:rPr>
          <w:b/>
        </w:rPr>
        <w:t>Speciālie noteikumi</w:t>
      </w:r>
    </w:p>
    <w:p w:rsidR="009E6E40" w:rsidRPr="00E22C43" w:rsidRDefault="009E6E40" w:rsidP="009976C2">
      <w:pPr>
        <w:jc w:val="center"/>
      </w:pPr>
    </w:p>
    <w:p w:rsidR="009E6E40" w:rsidRPr="003C3E9C" w:rsidRDefault="009E6E40" w:rsidP="00477E28">
      <w:pPr>
        <w:jc w:val="both"/>
        <w:rPr>
          <w:rFonts w:ascii="Times New Roman" w:hAnsi="Times New Roman"/>
        </w:rPr>
      </w:pPr>
      <w:r w:rsidRPr="00E22C43">
        <w:rPr>
          <w:b/>
        </w:rPr>
        <w:t>Latvijas Republikas Vides aizsardzības un reģionālās attīstības ministrija</w:t>
      </w:r>
      <w:r w:rsidRPr="00E22C43">
        <w:rPr>
          <w:b/>
          <w:spacing w:val="-13"/>
        </w:rPr>
        <w:t xml:space="preserve"> </w:t>
      </w:r>
      <w:r w:rsidRPr="00E22C43">
        <w:t xml:space="preserve">(turpmāk tekstā – Atbildīgā iestāde), tās valsts sekretāra vietnieces, Investīciju departamenta direktores </w:t>
      </w:r>
      <w:r w:rsidRPr="0056430B">
        <w:t>Vijas Gēmes</w:t>
      </w:r>
      <w:r w:rsidRPr="0056430B">
        <w:rPr>
          <w:rStyle w:val="CommentReference"/>
          <w:rFonts w:cs="Arial"/>
          <w:sz w:val="20"/>
          <w:szCs w:val="20"/>
        </w:rPr>
        <w:t xml:space="preserve"> </w:t>
      </w:r>
      <w:r w:rsidRPr="0056430B">
        <w:t>personā, kas rīkojas, pamatojoties uz Vides ministra 2010.gada 25.marta</w:t>
      </w:r>
      <w:r w:rsidRPr="00E22C43">
        <w:t xml:space="preserve"> rīkojumu Nr.100 „Par Klimata pārmaiņu finanšu instrumenta atbildīgās iestādes funkciju īstenošanu” un</w:t>
      </w:r>
    </w:p>
    <w:p w:rsidR="009E6E40" w:rsidRPr="003C3E9C" w:rsidRDefault="009E6E40" w:rsidP="00477E28">
      <w:pPr>
        <w:jc w:val="both"/>
        <w:rPr>
          <w:rFonts w:ascii="Times New Roman" w:hAnsi="Times New Roman"/>
          <w:b/>
        </w:rPr>
      </w:pPr>
    </w:p>
    <w:p w:rsidR="009E6E40" w:rsidRPr="00E22C43" w:rsidRDefault="009E6E40" w:rsidP="00477E28">
      <w:pPr>
        <w:jc w:val="both"/>
      </w:pPr>
      <w:r w:rsidRPr="00E22C43">
        <w:rPr>
          <w:b/>
        </w:rPr>
        <w:t xml:space="preserve">Sabiedrība ar ierobežotu atbildību „Vides </w:t>
      </w:r>
      <w:r w:rsidRPr="00E22C43">
        <w:rPr>
          <w:b/>
          <w:bCs/>
        </w:rPr>
        <w:t>investīciju fonds”</w:t>
      </w:r>
      <w:r w:rsidRPr="00E22C43">
        <w:rPr>
          <w:bCs/>
        </w:rPr>
        <w:t xml:space="preserve"> (turpmāk – Vides investīciju fonds), tās valdes priekšsēdētājas Ilzes Puriņas personā, kas rīkojas saskaņā ar statūtiem un pamatojoties uz 2010.gada 13.oktobra pilnvaru (reģistrēta aktu un apliecinājumu reģistrā ar Nr.7292)</w:t>
      </w:r>
      <w:r w:rsidRPr="00E22C43">
        <w:t xml:space="preserve">, </w:t>
      </w:r>
    </w:p>
    <w:p w:rsidR="009E6E40" w:rsidRPr="0056430B" w:rsidRDefault="009E6E40" w:rsidP="00477E28">
      <w:pPr>
        <w:jc w:val="both"/>
        <w:rPr>
          <w:rFonts w:ascii="Times New Roman" w:hAnsi="Times New Roman"/>
        </w:rPr>
      </w:pPr>
    </w:p>
    <w:p w:rsidR="009E6E40" w:rsidRPr="00E22C43" w:rsidRDefault="009E6E40" w:rsidP="00477E28">
      <w:pPr>
        <w:jc w:val="both"/>
      </w:pPr>
      <w:r w:rsidRPr="00E22C43">
        <w:t xml:space="preserve">no vienas puses, un </w:t>
      </w:r>
    </w:p>
    <w:p w:rsidR="009E6E40" w:rsidRPr="00E22C43" w:rsidRDefault="009E6E40" w:rsidP="00B63620">
      <w:pPr>
        <w:jc w:val="both"/>
        <w:rPr>
          <w:b/>
          <w:highlight w:val="lightGray"/>
        </w:rPr>
      </w:pPr>
    </w:p>
    <w:p w:rsidR="009E6E40" w:rsidRPr="00E22C43" w:rsidRDefault="009E6E40" w:rsidP="00B63620">
      <w:pPr>
        <w:jc w:val="both"/>
      </w:pPr>
      <w:r w:rsidRPr="00E22C43">
        <w:rPr>
          <w:b/>
          <w:highlight w:val="lightGray"/>
        </w:rPr>
        <w:t>[Finansējuma saņēmēja nosaukums]</w:t>
      </w:r>
      <w:r w:rsidRPr="00E22C43">
        <w:rPr>
          <w:b/>
        </w:rPr>
        <w:t xml:space="preserve">, </w:t>
      </w:r>
      <w:r w:rsidRPr="00E22C43">
        <w:t>reģistrācijas Nr.</w:t>
      </w:r>
      <w:r w:rsidRPr="00E22C43">
        <w:rPr>
          <w:highlight w:val="lightGray"/>
        </w:rPr>
        <w:t>[numurs]</w:t>
      </w:r>
      <w:r w:rsidRPr="00E22C43">
        <w:t xml:space="preserve"> (turpmāk – Finansējuma saņēmējs), tā/-ās </w:t>
      </w:r>
      <w:r w:rsidRPr="00E22C43">
        <w:rPr>
          <w:highlight w:val="lightGray"/>
        </w:rPr>
        <w:t>[paraksta tiesīgās amatpersonas amats, personas vārds un uzvārds]</w:t>
      </w:r>
      <w:r w:rsidRPr="00E22C43">
        <w:t xml:space="preserve"> personā, kas rīkojas </w:t>
      </w:r>
      <w:r w:rsidRPr="00E22C43">
        <w:rPr>
          <w:highlight w:val="lightGray"/>
        </w:rPr>
        <w:t>[saskaņā ar statūtiem]</w:t>
      </w:r>
      <w:r w:rsidRPr="00E22C43">
        <w:t>,</w:t>
      </w:r>
    </w:p>
    <w:p w:rsidR="009E6E40" w:rsidRPr="00E22C43" w:rsidRDefault="009E6E40" w:rsidP="00B63620">
      <w:pPr>
        <w:jc w:val="both"/>
      </w:pPr>
    </w:p>
    <w:p w:rsidR="009E6E40" w:rsidRPr="00E22C43" w:rsidRDefault="009E6E40" w:rsidP="00B63620">
      <w:pPr>
        <w:jc w:val="both"/>
      </w:pPr>
      <w:r w:rsidRPr="00E22C43">
        <w:t xml:space="preserve">no otras puses, </w:t>
      </w:r>
    </w:p>
    <w:p w:rsidR="009E6E40" w:rsidRPr="00E22C43" w:rsidRDefault="009E6E40" w:rsidP="00477E28">
      <w:pPr>
        <w:jc w:val="both"/>
      </w:pPr>
    </w:p>
    <w:p w:rsidR="009E6E40" w:rsidRPr="00E22C43" w:rsidRDefault="009E6E40" w:rsidP="00477E28">
      <w:pPr>
        <w:jc w:val="both"/>
      </w:pPr>
      <w:r w:rsidRPr="00E22C43">
        <w:t>turpmāk tekstā kopā – Puses, atsevišķi – Puse,</w:t>
      </w:r>
    </w:p>
    <w:p w:rsidR="009E6E40" w:rsidRPr="00E22C43" w:rsidRDefault="009E6E40" w:rsidP="00477E28">
      <w:pPr>
        <w:jc w:val="both"/>
      </w:pPr>
    </w:p>
    <w:p w:rsidR="009E6E40" w:rsidRPr="000A5CE5" w:rsidRDefault="009E6E40" w:rsidP="00477E28">
      <w:pPr>
        <w:jc w:val="both"/>
      </w:pPr>
      <w:r w:rsidRPr="000A5CE5">
        <w:t>pamatojoties uz likuma „Par Latvijas Republikas dalību Kioto protokola elastīgajos mehānismos” 10.panta 1.</w:t>
      </w:r>
      <w:r w:rsidRPr="000A5CE5">
        <w:rPr>
          <w:vertAlign w:val="superscript"/>
        </w:rPr>
        <w:t>3</w:t>
      </w:r>
      <w:r w:rsidRPr="000A5CE5">
        <w:t>daļu un Ministru kabineta 2011.gada 4.janvāra noteikumu Nr.12 „Klimata pārmaiņu finanšu instrumenta finansēto projektu atklāta konkursa "</w:t>
      </w:r>
      <w:r w:rsidRPr="000A5CE5">
        <w:rPr>
          <w:bCs/>
          <w:color w:val="000000"/>
        </w:rPr>
        <w:t>Atjaunojamo energoresursu izmantošana siltumnīcefekta gāzu emisiju samazināšanai</w:t>
      </w:r>
      <w:r w:rsidRPr="000A5CE5">
        <w:t xml:space="preserve">” (turpmāk – Konkursa īstenošanu regulējošie Ministru kabineta noteikumi) 65.punktu, kā arī uz Atbildīgās iestādes </w:t>
      </w:r>
      <w:bookmarkStart w:id="0" w:name="OLE_LINK1"/>
      <w:bookmarkStart w:id="1" w:name="OLE_LINK2"/>
      <w:r w:rsidRPr="000A5CE5">
        <w:rPr>
          <w:highlight w:val="lightGray"/>
        </w:rPr>
        <w:t>[datums]</w:t>
      </w:r>
      <w:r w:rsidRPr="000A5CE5">
        <w:t xml:space="preserve"> </w:t>
      </w:r>
      <w:bookmarkEnd w:id="0"/>
      <w:bookmarkEnd w:id="1"/>
      <w:r w:rsidRPr="000A5CE5">
        <w:t>lēmumu Nr.</w:t>
      </w:r>
      <w:r w:rsidRPr="000A5CE5">
        <w:rPr>
          <w:highlight w:val="lightGray"/>
        </w:rPr>
        <w:t>[numurs]</w:t>
      </w:r>
      <w:r w:rsidRPr="000A5CE5">
        <w:t xml:space="preserve"> par projekta </w:t>
      </w:r>
      <w:r w:rsidRPr="000A5CE5">
        <w:rPr>
          <w:b/>
        </w:rPr>
        <w:t>„</w:t>
      </w:r>
      <w:r w:rsidRPr="000A5CE5">
        <w:rPr>
          <w:b/>
          <w:highlight w:val="lightGray"/>
        </w:rPr>
        <w:t>[Nosaukums]</w:t>
      </w:r>
      <w:r w:rsidRPr="000A5CE5">
        <w:rPr>
          <w:b/>
        </w:rPr>
        <w:t xml:space="preserve">” </w:t>
      </w:r>
      <w:r w:rsidRPr="000A5CE5">
        <w:t>iesnieguma apstiprināšanu</w:t>
      </w:r>
    </w:p>
    <w:p w:rsidR="009E6E40" w:rsidRPr="00E22C43" w:rsidRDefault="009E6E40" w:rsidP="009976C2">
      <w:pPr>
        <w:jc w:val="both"/>
      </w:pPr>
    </w:p>
    <w:p w:rsidR="009E6E40" w:rsidRPr="004826FB" w:rsidRDefault="009E6E40" w:rsidP="009976C2">
      <w:pPr>
        <w:jc w:val="both"/>
        <w:rPr>
          <w:rFonts w:ascii="Times New Roman" w:hAnsi="Times New Roman"/>
        </w:rPr>
      </w:pPr>
      <w:r w:rsidRPr="00E22C43">
        <w:t xml:space="preserve">vienojas par Klimata pārmaiņu finanšu instrumenta finansējuma piešķiršanu projektam </w:t>
      </w:r>
      <w:r w:rsidRPr="00E22C43">
        <w:rPr>
          <w:b/>
        </w:rPr>
        <w:t>„</w:t>
      </w:r>
      <w:r w:rsidRPr="00E22C43">
        <w:rPr>
          <w:b/>
          <w:highlight w:val="lightGray"/>
        </w:rPr>
        <w:t>[Nosaukums]</w:t>
      </w:r>
      <w:r w:rsidRPr="00E22C43">
        <w:rPr>
          <w:b/>
        </w:rPr>
        <w:t>”</w:t>
      </w:r>
      <w:r w:rsidRPr="00E22C43">
        <w:t xml:space="preserve"> Nr.</w:t>
      </w:r>
      <w:r w:rsidRPr="00E22C43">
        <w:rPr>
          <w:highlight w:val="lightGray"/>
        </w:rPr>
        <w:t>[numurs]</w:t>
      </w:r>
      <w:r w:rsidRPr="00E22C43">
        <w:t xml:space="preserve"> (turpmāk – Projekts), Projekta īstenošanas kārtību, un Projekta uzraudzību (turpmāk </w:t>
      </w:r>
      <w:r w:rsidRPr="00E22C43">
        <w:rPr>
          <w:color w:val="000000"/>
        </w:rPr>
        <w:t>–</w:t>
      </w:r>
      <w:r w:rsidRPr="00E22C43"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E22C43">
          <w:t>Līgums</w:t>
        </w:r>
      </w:smartTag>
      <w:r w:rsidRPr="00E22C43">
        <w:t>) nosakot, ka:</w:t>
      </w:r>
    </w:p>
    <w:p w:rsidR="009E6E40" w:rsidRPr="00E22C43" w:rsidRDefault="009E6E40" w:rsidP="009976C2">
      <w:pPr>
        <w:jc w:val="both"/>
      </w:pPr>
    </w:p>
    <w:p w:rsidR="009E6E40" w:rsidRPr="00667E58" w:rsidRDefault="009E6E40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</w:pPr>
      <w:r w:rsidRPr="00E22C43">
        <w:t>Projekta īstenošanas rezultātā jāsasniedz:</w:t>
      </w:r>
    </w:p>
    <w:p w:rsidR="009E6E40" w:rsidRPr="00E22C43" w:rsidRDefault="009E6E40" w:rsidP="00667E58">
      <w:pPr>
        <w:ind w:left="567"/>
        <w:jc w:val="both"/>
      </w:pPr>
    </w:p>
    <w:p w:rsidR="009E6E40" w:rsidRPr="00FD7C4B" w:rsidRDefault="009E6E40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</w:pPr>
      <w:r w:rsidRPr="00FD7C4B">
        <w:rPr>
          <w:color w:val="000000"/>
          <w:szCs w:val="14"/>
        </w:rPr>
        <w:t xml:space="preserve">oglekļa dioksīda emisijas samazinājuma rādītājs vismaz </w:t>
      </w:r>
      <w:r w:rsidRPr="00FD7C4B">
        <w:rPr>
          <w:bCs/>
          <w:spacing w:val="4"/>
          <w:szCs w:val="14"/>
          <w:highlight w:val="lightGray"/>
        </w:rPr>
        <w:t>[...]</w:t>
      </w:r>
      <w:r w:rsidRPr="00FD7C4B">
        <w:rPr>
          <w:bCs/>
          <w:spacing w:val="4"/>
          <w:szCs w:val="14"/>
        </w:rPr>
        <w:t xml:space="preserve"> kgCO</w:t>
      </w:r>
      <w:r w:rsidRPr="00FD7C4B">
        <w:rPr>
          <w:bCs/>
          <w:spacing w:val="4"/>
          <w:szCs w:val="14"/>
          <w:vertAlign w:val="subscript"/>
        </w:rPr>
        <w:t xml:space="preserve">2 </w:t>
      </w:r>
      <w:r w:rsidRPr="00FD7C4B">
        <w:rPr>
          <w:bCs/>
          <w:spacing w:val="4"/>
          <w:szCs w:val="14"/>
        </w:rPr>
        <w:t>gadā</w:t>
      </w:r>
      <w:r w:rsidRPr="00FD7C4B">
        <w:rPr>
          <w:szCs w:val="14"/>
        </w:rPr>
        <w:t>;</w:t>
      </w:r>
    </w:p>
    <w:p w:rsidR="009E6E40" w:rsidRPr="00FD7C4B" w:rsidRDefault="009E6E40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</w:pPr>
      <w:r w:rsidRPr="00FD7C4B">
        <w:rPr>
          <w:color w:val="000000"/>
          <w:szCs w:val="14"/>
        </w:rPr>
        <w:t>oglekļa dioksīda emisijas samazinājuma rādītāja attiecība pret KPFI finansējumu Projektam</w:t>
      </w:r>
      <w:r w:rsidRPr="00FD7C4B">
        <w:rPr>
          <w:szCs w:val="14"/>
        </w:rPr>
        <w:t xml:space="preserve"> vismaz </w:t>
      </w:r>
      <w:r w:rsidRPr="00FD7C4B">
        <w:rPr>
          <w:bCs/>
          <w:spacing w:val="4"/>
          <w:szCs w:val="14"/>
          <w:highlight w:val="lightGray"/>
        </w:rPr>
        <w:t>[...]</w:t>
      </w:r>
      <w:r w:rsidRPr="00FD7C4B">
        <w:rPr>
          <w:bCs/>
          <w:spacing w:val="4"/>
          <w:szCs w:val="14"/>
        </w:rPr>
        <w:t xml:space="preserve"> kgCO</w:t>
      </w:r>
      <w:r w:rsidRPr="00FD7C4B">
        <w:rPr>
          <w:bCs/>
          <w:spacing w:val="4"/>
          <w:szCs w:val="14"/>
          <w:vertAlign w:val="subscript"/>
        </w:rPr>
        <w:t>2</w:t>
      </w:r>
      <w:r w:rsidRPr="00FD7C4B">
        <w:rPr>
          <w:bCs/>
          <w:spacing w:val="4"/>
          <w:szCs w:val="14"/>
        </w:rPr>
        <w:t>/lati</w:t>
      </w:r>
      <w:r w:rsidRPr="00FD7C4B">
        <w:rPr>
          <w:bCs/>
          <w:spacing w:val="4"/>
        </w:rPr>
        <w:t>.</w:t>
      </w:r>
    </w:p>
    <w:p w:rsidR="009E6E40" w:rsidRPr="004826FB" w:rsidRDefault="009E6E40" w:rsidP="00566E0F">
      <w:pPr>
        <w:tabs>
          <w:tab w:val="num" w:pos="851"/>
        </w:tabs>
        <w:ind w:left="851"/>
        <w:jc w:val="both"/>
        <w:rPr>
          <w:rFonts w:ascii="Times New Roman" w:hAnsi="Times New Roman"/>
        </w:rPr>
      </w:pPr>
    </w:p>
    <w:p w:rsidR="009E6E40" w:rsidRPr="00E22C43" w:rsidRDefault="009E6E40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</w:pPr>
      <w:r w:rsidRPr="00E22C43">
        <w:t>Projekta īstenošanas termiņš saskaņā ar Projekta īstenošanas laika</w:t>
      </w:r>
      <w:r>
        <w:t xml:space="preserve"> grafiku</w:t>
      </w:r>
      <w:r>
        <w:rPr>
          <w:rFonts w:ascii="Times New Roman" w:hAnsi="Times New Roman"/>
        </w:rPr>
        <w:t xml:space="preserve"> </w:t>
      </w:r>
      <w:r w:rsidRPr="00E22C43">
        <w:t xml:space="preserve">ir </w:t>
      </w:r>
      <w:r w:rsidRPr="00E22C43">
        <w:rPr>
          <w:highlight w:val="lightGray"/>
        </w:rPr>
        <w:t>[skaitlis]</w:t>
      </w:r>
      <w:r w:rsidRPr="00E22C43">
        <w:t xml:space="preserve"> mēneši</w:t>
      </w:r>
      <w:r w:rsidRPr="00D24663">
        <w:t xml:space="preserve"> no Līguma noslēgšanas</w:t>
      </w:r>
      <w:r w:rsidRPr="00B45447">
        <w:t xml:space="preserve"> </w:t>
      </w:r>
      <w:r w:rsidRPr="00D24663">
        <w:t>dienas</w:t>
      </w:r>
      <w:r>
        <w:t>.</w:t>
      </w:r>
    </w:p>
    <w:p w:rsidR="009E6E40" w:rsidRPr="00E22C43" w:rsidRDefault="009E6E40" w:rsidP="00A842A9">
      <w:pPr>
        <w:jc w:val="both"/>
      </w:pPr>
    </w:p>
    <w:p w:rsidR="009E6E40" w:rsidRPr="00EA4958" w:rsidRDefault="009E6E40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</w:pPr>
      <w:r w:rsidRPr="00EA4958">
        <w:t>Projekta izmaksu attiecināmības perioda:</w:t>
      </w:r>
    </w:p>
    <w:p w:rsidR="009E6E40" w:rsidRPr="00667E58" w:rsidRDefault="009E6E40" w:rsidP="00667E58">
      <w:pPr>
        <w:jc w:val="both"/>
        <w:rPr>
          <w:rFonts w:ascii="Times New Roman" w:hAnsi="Times New Roman"/>
        </w:rPr>
      </w:pPr>
    </w:p>
    <w:p w:rsidR="009E6E40" w:rsidRPr="005B719C" w:rsidRDefault="009E6E40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</w:pPr>
      <w:r w:rsidRPr="005B719C">
        <w:t>sākuma datums ir Projekta iesnieguma iesniegšanas diena Atbildīgajā iestādē, attiecībā uz izmaksām konsultācijām būvprojekta un tehniskās dokumentācijas sagatavošanai un saskaņošanai būvniecību regulējošajos normatīvajos aktos noteiktajā kārtībā – 2011.gada 21.janvāris;</w:t>
      </w:r>
    </w:p>
    <w:p w:rsidR="009E6E40" w:rsidRPr="00D24663" w:rsidRDefault="009E6E40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</w:pPr>
      <w:r w:rsidRPr="00D24663">
        <w:t>beigu datums ir Projekta īstenošanas be</w:t>
      </w:r>
      <w:r>
        <w:t>igu datums, bet ne vēlāk kā</w:t>
      </w:r>
      <w:r w:rsidRPr="00D24663">
        <w:t xml:space="preserve"> 20</w:t>
      </w:r>
      <w:r w:rsidR="008018F0" w:rsidRPr="008018F0">
        <w:rPr>
          <w:highlight w:val="lightGray"/>
        </w:rPr>
        <w:t>__</w:t>
      </w:r>
      <w:r w:rsidRPr="00D24663">
        <w:t xml:space="preserve">.gada </w:t>
      </w:r>
      <w:r w:rsidR="008018F0" w:rsidRPr="008018F0">
        <w:rPr>
          <w:highlight w:val="lightGray"/>
        </w:rPr>
        <w:lastRenderedPageBreak/>
        <w:t>______</w:t>
      </w:r>
      <w:r w:rsidRPr="00D24663">
        <w:t>.</w:t>
      </w:r>
    </w:p>
    <w:p w:rsidR="009E6E40" w:rsidRPr="00E22C43" w:rsidRDefault="009E6E40" w:rsidP="005E050C">
      <w:pPr>
        <w:ind w:left="360"/>
        <w:jc w:val="both"/>
      </w:pPr>
    </w:p>
    <w:p w:rsidR="009E6E40" w:rsidRPr="00667E58" w:rsidRDefault="009E6E40" w:rsidP="00501BF2">
      <w:pPr>
        <w:numPr>
          <w:ilvl w:val="0"/>
          <w:numId w:val="8"/>
        </w:numPr>
        <w:jc w:val="both"/>
      </w:pPr>
      <w:r w:rsidRPr="007269EE">
        <w:t xml:space="preserve">Projekta kopējās izmaksas ir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t>LVL</w:t>
        </w:r>
      </w:smartTag>
      <w:r w:rsidRPr="007269EE">
        <w:t xml:space="preserve">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 xml:space="preserve">), no tām: </w:t>
      </w:r>
    </w:p>
    <w:p w:rsidR="009E6E40" w:rsidRPr="007269EE" w:rsidRDefault="009E6E40" w:rsidP="00667E58">
      <w:pPr>
        <w:ind w:left="360"/>
        <w:jc w:val="both"/>
      </w:pPr>
    </w:p>
    <w:p w:rsidR="009E6E40" w:rsidRPr="00667E58" w:rsidRDefault="009E6E40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</w:pPr>
      <w:r w:rsidRPr="007269EE">
        <w:t xml:space="preserve">Projekta Attiecināmās izmaksas (turpmāk – Attiecināmās izmaksas) ir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t>LVL</w:t>
        </w:r>
      </w:smartTag>
      <w:r w:rsidRPr="007269EE">
        <w:t xml:space="preserve">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>),</w:t>
      </w:r>
      <w:r w:rsidRPr="007269EE">
        <w:rPr>
          <w:bCs/>
          <w:spacing w:val="4"/>
        </w:rPr>
        <w:t xml:space="preserve"> no tām:</w:t>
      </w:r>
    </w:p>
    <w:p w:rsidR="009E6E40" w:rsidRPr="007269EE" w:rsidRDefault="009E6E40" w:rsidP="00667E58">
      <w:pPr>
        <w:ind w:left="900"/>
        <w:jc w:val="both"/>
      </w:pPr>
    </w:p>
    <w:p w:rsidR="009E6E40" w:rsidRPr="007269EE" w:rsidRDefault="009E6E40" w:rsidP="0074348D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</w:rPr>
      </w:pPr>
      <w:r w:rsidRPr="007269EE">
        <w:t>Klimata pārmaiņu finanšu instrumenta</w:t>
      </w:r>
      <w:r w:rsidRPr="007269EE" w:rsidDel="00C17095">
        <w:t xml:space="preserve"> </w:t>
      </w:r>
      <w:r w:rsidRPr="007269EE">
        <w:t>(budžeta apakšprogrammas 27.00.00 „Klimata pārmaiņu finanšu instruments”) līdzekļi (turpmāk – Atbalsta summa)</w:t>
      </w:r>
      <w:r w:rsidRPr="007269EE">
        <w:rPr>
          <w:spacing w:val="-3"/>
        </w:rPr>
        <w:t xml:space="preserve"> ir </w:t>
      </w:r>
      <w:r w:rsidRPr="007269EE">
        <w:rPr>
          <w:highlight w:val="lightGray"/>
        </w:rPr>
        <w:t>[skaitlis]</w:t>
      </w:r>
      <w:r w:rsidRPr="007269EE">
        <w:rPr>
          <w:bCs/>
        </w:rPr>
        <w:t xml:space="preserve">% </w:t>
      </w:r>
      <w:r w:rsidRPr="007269EE">
        <w:rPr>
          <w:spacing w:val="-3"/>
        </w:rPr>
        <w:t>no Attiecināmajām izmaksām, nepārsniedzot</w:t>
      </w:r>
      <w:r w:rsidRPr="007269EE">
        <w:rPr>
          <w:spacing w:val="4"/>
        </w:rPr>
        <w:t xml:space="preserve">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rPr>
            <w:bCs/>
            <w:spacing w:val="4"/>
          </w:rPr>
          <w:t>LVL</w:t>
        </w:r>
      </w:smartTag>
      <w:r w:rsidRPr="007269EE">
        <w:rPr>
          <w:bCs/>
          <w:spacing w:val="4"/>
        </w:rPr>
        <w:t xml:space="preserve"> </w:t>
      </w:r>
      <w:r w:rsidRPr="007269EE">
        <w:rPr>
          <w:highlight w:val="lightGray"/>
        </w:rPr>
        <w:t>[summa skaitļiem]</w:t>
      </w:r>
      <w:r w:rsidRPr="007269EE">
        <w:rPr>
          <w:bCs/>
          <w:spacing w:val="4"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  <w:spacing w:val="4"/>
        </w:rPr>
        <w:t xml:space="preserve">), tajā skaitā Avansa maksājums </w:t>
      </w:r>
      <w:r w:rsidRPr="007269EE">
        <w:rPr>
          <w:bCs/>
          <w:spacing w:val="4"/>
          <w:highlight w:val="lightGray"/>
        </w:rPr>
        <w:t>[</w:t>
      </w:r>
      <w:r w:rsidRPr="007269EE">
        <w:rPr>
          <w:highlight w:val="lightGray"/>
        </w:rPr>
        <w:t>summa skaitļiem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 xml:space="preserve">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rPr>
            <w:bCs/>
            <w:spacing w:val="4"/>
          </w:rPr>
          <w:t>LVL</w:t>
        </w:r>
      </w:smartTag>
      <w:r w:rsidRPr="007269EE">
        <w:rPr>
          <w:bCs/>
          <w:spacing w:val="4"/>
        </w:rPr>
        <w:t xml:space="preserve"> (</w:t>
      </w:r>
      <w:r w:rsidRPr="007269EE">
        <w:rPr>
          <w:bCs/>
          <w:spacing w:val="4"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>);</w:t>
      </w:r>
    </w:p>
    <w:p w:rsidR="009E6E40" w:rsidRDefault="009E6E40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</w:rPr>
      </w:pPr>
      <w:r w:rsidRPr="007269EE">
        <w:rPr>
          <w:bCs/>
          <w:spacing w:val="4"/>
        </w:rPr>
        <w:t xml:space="preserve">Finansējuma saņēmēja līdzfinansējums ir </w:t>
      </w:r>
      <w:r w:rsidRPr="007269EE">
        <w:rPr>
          <w:highlight w:val="lightGray"/>
        </w:rPr>
        <w:t>[skaitlis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>% no Attiecināmajām</w:t>
      </w:r>
      <w:r w:rsidRPr="007269EE">
        <w:rPr>
          <w:bCs/>
        </w:rPr>
        <w:t xml:space="preserve"> izmaksām, nepārsniedzot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rPr>
            <w:bCs/>
          </w:rPr>
          <w:t>LVL</w:t>
        </w:r>
      </w:smartTag>
      <w:r w:rsidRPr="007269EE">
        <w:rPr>
          <w:bCs/>
        </w:rPr>
        <w:t xml:space="preserve"> </w:t>
      </w:r>
      <w:r w:rsidRPr="007269EE">
        <w:rPr>
          <w:highlight w:val="lightGray"/>
        </w:rPr>
        <w:t>[summa skaitļiem]</w:t>
      </w:r>
      <w:r w:rsidRPr="007269EE">
        <w:rPr>
          <w:bCs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</w:rPr>
        <w:t>)</w:t>
      </w:r>
      <w:r>
        <w:rPr>
          <w:bCs/>
          <w:spacing w:val="4"/>
        </w:rPr>
        <w:t>.</w:t>
      </w:r>
      <w:r w:rsidRPr="003C2146">
        <w:rPr>
          <w:rStyle w:val="FootnoteReference"/>
          <w:color w:val="000000"/>
          <w:highlight w:val="lightGray"/>
        </w:rPr>
        <w:footnoteReference w:id="1"/>
      </w:r>
    </w:p>
    <w:p w:rsidR="009E6E40" w:rsidRDefault="009E6E40">
      <w:pPr>
        <w:numPr>
          <w:ilvl w:val="1"/>
          <w:numId w:val="8"/>
        </w:numPr>
        <w:jc w:val="both"/>
        <w:rPr>
          <w:bCs/>
          <w:spacing w:val="4"/>
        </w:rPr>
      </w:pPr>
      <w:r w:rsidRPr="007269EE">
        <w:rPr>
          <w:bCs/>
          <w:spacing w:val="4"/>
        </w:rPr>
        <w:t xml:space="preserve">Avansa maksājums </w:t>
      </w:r>
      <w:bookmarkStart w:id="2" w:name="_GoBack"/>
      <w:bookmarkEnd w:id="2"/>
      <w:r w:rsidRPr="007269EE">
        <w:rPr>
          <w:bCs/>
          <w:spacing w:val="4"/>
          <w:highlight w:val="lightGray"/>
        </w:rPr>
        <w:t>[</w:t>
      </w:r>
      <w:r w:rsidRPr="007269EE">
        <w:rPr>
          <w:highlight w:val="lightGray"/>
        </w:rPr>
        <w:t>summa skaitļiem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 xml:space="preserve">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rPr>
            <w:bCs/>
            <w:spacing w:val="4"/>
          </w:rPr>
          <w:t>LVL</w:t>
        </w:r>
      </w:smartTag>
      <w:r w:rsidRPr="007269EE">
        <w:rPr>
          <w:bCs/>
          <w:spacing w:val="4"/>
        </w:rPr>
        <w:t xml:space="preserve"> (</w:t>
      </w:r>
      <w:r w:rsidRPr="007269EE">
        <w:rPr>
          <w:bCs/>
          <w:spacing w:val="4"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spacing w:val="4"/>
          <w:highlight w:val="lightGray"/>
        </w:rPr>
        <w:t>]</w:t>
      </w:r>
      <w:r w:rsidRPr="007269EE">
        <w:rPr>
          <w:bCs/>
          <w:spacing w:val="4"/>
        </w:rPr>
        <w:t>)</w:t>
      </w:r>
      <w:r>
        <w:rPr>
          <w:bCs/>
          <w:spacing w:val="4"/>
        </w:rPr>
        <w:t>.</w:t>
      </w:r>
    </w:p>
    <w:p w:rsidR="009E6E40" w:rsidRPr="007269EE" w:rsidRDefault="009E6E40" w:rsidP="007269EE">
      <w:pPr>
        <w:ind w:left="360"/>
        <w:jc w:val="both"/>
        <w:rPr>
          <w:color w:val="000000"/>
        </w:rPr>
      </w:pPr>
    </w:p>
    <w:p w:rsidR="009E6E40" w:rsidRPr="00C80865" w:rsidRDefault="009E6E40" w:rsidP="007269EE">
      <w:pPr>
        <w:ind w:left="360"/>
        <w:jc w:val="center"/>
        <w:rPr>
          <w:rFonts w:ascii="Times New Roman" w:hAnsi="Times New Roman"/>
          <w:bCs/>
          <w:i/>
          <w:spacing w:val="4"/>
        </w:rPr>
      </w:pPr>
      <w:r w:rsidRPr="00C80865">
        <w:rPr>
          <w:i/>
          <w:color w:val="000000"/>
          <w:highlight w:val="lightGray"/>
        </w:rPr>
        <w:t>vai</w:t>
      </w:r>
    </w:p>
    <w:p w:rsidR="009E6E40" w:rsidRPr="007269EE" w:rsidRDefault="009E6E40" w:rsidP="00501BF2">
      <w:pPr>
        <w:ind w:left="1418"/>
        <w:jc w:val="both"/>
        <w:rPr>
          <w:bCs/>
          <w:spacing w:val="4"/>
        </w:rPr>
      </w:pPr>
      <w:r w:rsidRPr="007269EE">
        <w:rPr>
          <w:bCs/>
          <w:spacing w:val="4"/>
          <w:highlight w:val="yellow"/>
        </w:rPr>
        <w:t xml:space="preserve"> </w:t>
      </w:r>
    </w:p>
    <w:p w:rsidR="009E6E40" w:rsidRPr="003C2146" w:rsidRDefault="009E6E40" w:rsidP="007269EE">
      <w:pPr>
        <w:ind w:left="360"/>
        <w:jc w:val="both"/>
        <w:rPr>
          <w:rFonts w:ascii="Times New Roman" w:hAnsi="Times New Roman"/>
        </w:rPr>
      </w:pPr>
      <w:r w:rsidRPr="007269EE">
        <w:t xml:space="preserve">Projekta kopējās izmaksas ir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t>LVL</w:t>
        </w:r>
      </w:smartTag>
      <w:r w:rsidRPr="007269EE">
        <w:t xml:space="preserve">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 xml:space="preserve">), no tām Projekta Attiecināmās izmaksas (turpmāk – Attiecināmās izmaksas) ir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t>LVL</w:t>
        </w:r>
      </w:smartTag>
      <w:r w:rsidRPr="007269EE">
        <w:t xml:space="preserve"> </w:t>
      </w:r>
      <w:r w:rsidRPr="007269EE">
        <w:rPr>
          <w:highlight w:val="lightGray"/>
        </w:rPr>
        <w:t>[summa skaitļiem]</w:t>
      </w:r>
      <w:r w:rsidRPr="007269EE">
        <w:t xml:space="preserve"> (</w:t>
      </w:r>
      <w:r w:rsidRPr="007269EE">
        <w:rPr>
          <w:highlight w:val="lightGray"/>
        </w:rPr>
        <w:t>[summa vārdiem]</w:t>
      </w:r>
      <w:r w:rsidRPr="007269EE">
        <w:t>),</w:t>
      </w:r>
      <w:r w:rsidRPr="007269EE">
        <w:rPr>
          <w:bCs/>
          <w:spacing w:val="4"/>
        </w:rPr>
        <w:t xml:space="preserve"> no tām </w:t>
      </w:r>
      <w:r w:rsidRPr="007269EE">
        <w:t>Klimata pārmaiņu finanšu instrumenta</w:t>
      </w:r>
      <w:r w:rsidRPr="007269EE" w:rsidDel="00C17095">
        <w:t xml:space="preserve"> </w:t>
      </w:r>
      <w:r w:rsidRPr="007269EE">
        <w:t>(budžeta apakšprogrammas 27.00.00 „Klimata pārmaiņu finanšu instruments”) līdzekļi (turpmāk – Atbalsta summa)</w:t>
      </w:r>
      <w:r w:rsidRPr="007269EE">
        <w:rPr>
          <w:spacing w:val="-3"/>
        </w:rPr>
        <w:t xml:space="preserve"> ir </w:t>
      </w:r>
      <w:r w:rsidRPr="007269EE">
        <w:rPr>
          <w:highlight w:val="lightGray"/>
        </w:rPr>
        <w:t>[skaitlis]</w:t>
      </w:r>
      <w:r w:rsidRPr="007269EE">
        <w:rPr>
          <w:bCs/>
        </w:rPr>
        <w:t xml:space="preserve">% </w:t>
      </w:r>
      <w:r w:rsidRPr="007269EE">
        <w:rPr>
          <w:spacing w:val="-3"/>
        </w:rPr>
        <w:t>no Attiecināmajām izmaksām, nepārsniedzot</w:t>
      </w:r>
      <w:r w:rsidRPr="007269EE">
        <w:rPr>
          <w:spacing w:val="4"/>
        </w:rPr>
        <w:t xml:space="preserve"> </w:t>
      </w:r>
      <w:smartTag w:uri="schemas-tilde-lv/tildestengine" w:element="currency2">
        <w:smartTagPr>
          <w:attr w:name="currency_id" w:val="48"/>
          <w:attr w:name="currency_key" w:val="LVL"/>
          <w:attr w:name="currency_value" w:val="1"/>
          <w:attr w:name="currency_text" w:val="LVL"/>
        </w:smartTagPr>
        <w:r w:rsidRPr="007269EE">
          <w:rPr>
            <w:bCs/>
            <w:spacing w:val="4"/>
          </w:rPr>
          <w:t>LVL</w:t>
        </w:r>
      </w:smartTag>
      <w:r w:rsidRPr="007269EE">
        <w:rPr>
          <w:bCs/>
          <w:spacing w:val="4"/>
        </w:rPr>
        <w:t xml:space="preserve"> </w:t>
      </w:r>
      <w:r w:rsidRPr="007269EE">
        <w:rPr>
          <w:highlight w:val="lightGray"/>
        </w:rPr>
        <w:t>[summa skaitļiem]</w:t>
      </w:r>
      <w:r w:rsidRPr="007269EE">
        <w:rPr>
          <w:bCs/>
          <w:spacing w:val="4"/>
        </w:rPr>
        <w:t xml:space="preserve"> (</w:t>
      </w:r>
      <w:r w:rsidRPr="007269EE">
        <w:rPr>
          <w:bCs/>
          <w:highlight w:val="lightGray"/>
        </w:rPr>
        <w:t>[</w:t>
      </w:r>
      <w:r w:rsidRPr="007269EE">
        <w:rPr>
          <w:highlight w:val="lightGray"/>
        </w:rPr>
        <w:t>summa vārdiem</w:t>
      </w:r>
      <w:r w:rsidRPr="007269EE">
        <w:rPr>
          <w:bCs/>
          <w:highlight w:val="lightGray"/>
        </w:rPr>
        <w:t>]</w:t>
      </w:r>
      <w:r w:rsidRPr="007269EE">
        <w:rPr>
          <w:bCs/>
          <w:spacing w:val="4"/>
        </w:rPr>
        <w:t>).</w:t>
      </w:r>
      <w:r w:rsidRPr="003C2146">
        <w:rPr>
          <w:rStyle w:val="FootnoteReference"/>
          <w:bCs/>
          <w:spacing w:val="4"/>
          <w:highlight w:val="lightGray"/>
        </w:rPr>
        <w:footnoteReference w:id="2"/>
      </w:r>
    </w:p>
    <w:p w:rsidR="009E6E40" w:rsidRPr="007269EE" w:rsidRDefault="009E6E40" w:rsidP="007269EE">
      <w:pPr>
        <w:jc w:val="both"/>
        <w:rPr>
          <w:rFonts w:ascii="Times New Roman" w:hAnsi="Times New Roman"/>
          <w:bCs/>
          <w:spacing w:val="4"/>
        </w:rPr>
      </w:pPr>
    </w:p>
    <w:p w:rsidR="009E6E40" w:rsidRPr="00667E58" w:rsidRDefault="009E6E40" w:rsidP="005E050C">
      <w:pPr>
        <w:pStyle w:val="ListParagraph"/>
        <w:numPr>
          <w:ilvl w:val="0"/>
          <w:numId w:val="8"/>
        </w:numPr>
        <w:jc w:val="both"/>
      </w:pPr>
      <w:r w:rsidRPr="00E22C43">
        <w:t xml:space="preserve">Pušu juridiskās adreses: </w:t>
      </w:r>
    </w:p>
    <w:p w:rsidR="009E6E40" w:rsidRPr="009503FF" w:rsidRDefault="009E6E40" w:rsidP="00667E58">
      <w:pPr>
        <w:pStyle w:val="ListParagraph"/>
        <w:ind w:left="360"/>
        <w:jc w:val="both"/>
      </w:pPr>
    </w:p>
    <w:p w:rsidR="009E6E40" w:rsidRPr="00E22C43" w:rsidRDefault="009E6E40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</w:rPr>
      </w:pPr>
      <w:r w:rsidRPr="00E22C43">
        <w:rPr>
          <w:bCs/>
          <w:spacing w:val="4"/>
        </w:rPr>
        <w:t>Vides aizsardzības un reģionālās attīstības ministrija: Peldu iela 25, Rīga, LV-1494;</w:t>
      </w:r>
    </w:p>
    <w:p w:rsidR="009E6E40" w:rsidRPr="00E22C43" w:rsidRDefault="009E6E40" w:rsidP="0057179C">
      <w:pPr>
        <w:numPr>
          <w:ilvl w:val="1"/>
          <w:numId w:val="8"/>
        </w:numPr>
        <w:ind w:left="851" w:hanging="425"/>
        <w:jc w:val="both"/>
      </w:pPr>
      <w:r w:rsidRPr="00E22C43">
        <w:rPr>
          <w:bCs/>
          <w:spacing w:val="4"/>
        </w:rPr>
        <w:t>Sabiedrība ar ierobežotu atbildību „Vides investīciju fonds”: Ģertrūdes iela 10/12, Rīga, LV-1010</w:t>
      </w:r>
      <w:r w:rsidRPr="00E22C43">
        <w:t>;</w:t>
      </w:r>
    </w:p>
    <w:p w:rsidR="009E6E40" w:rsidRPr="00E22C43" w:rsidRDefault="009E6E40" w:rsidP="0057179C">
      <w:pPr>
        <w:numPr>
          <w:ilvl w:val="1"/>
          <w:numId w:val="8"/>
        </w:numPr>
        <w:ind w:left="851" w:hanging="425"/>
        <w:jc w:val="both"/>
      </w:pPr>
      <w:r w:rsidRPr="00E22C43">
        <w:rPr>
          <w:highlight w:val="lightGray"/>
        </w:rPr>
        <w:t>[Finansējuma saņēmēja nosaukums: adrese]</w:t>
      </w:r>
      <w:r w:rsidRPr="00E22C43">
        <w:t>.</w:t>
      </w:r>
    </w:p>
    <w:p w:rsidR="009E6E40" w:rsidRPr="00667E58" w:rsidRDefault="009E6E40" w:rsidP="0072225F">
      <w:pPr>
        <w:tabs>
          <w:tab w:val="num" w:pos="851"/>
        </w:tabs>
        <w:ind w:left="851"/>
        <w:jc w:val="both"/>
        <w:rPr>
          <w:rFonts w:ascii="Times New Roman" w:hAnsi="Times New Roman"/>
        </w:rPr>
      </w:pPr>
    </w:p>
    <w:p w:rsidR="009E6E40" w:rsidRPr="00667E58" w:rsidRDefault="009E6E40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</w:pPr>
      <w:smartTag w:uri="urn:schemas-microsoft-com:office:smarttags" w:element="PersonName">
        <w:smartTag w:uri="schemas-tilde-lv/tildestengine" w:element="veidnes">
          <w:smartTagPr>
            <w:attr w:name="text" w:val="Līgums"/>
            <w:attr w:name="baseform" w:val="Līgums"/>
            <w:attr w:name="id" w:val="-1"/>
          </w:smartTagPr>
          <w:r w:rsidRPr="00E22C43">
            <w:rPr>
              <w:bCs/>
            </w:rPr>
            <w:t>Līgums</w:t>
          </w:r>
        </w:smartTag>
      </w:smartTag>
      <w:r w:rsidRPr="00E22C43">
        <w:rPr>
          <w:bCs/>
        </w:rPr>
        <w:t xml:space="preserve"> sastāv no:</w:t>
      </w:r>
      <w:r w:rsidRPr="00E22C43">
        <w:t xml:space="preserve"> </w:t>
      </w:r>
    </w:p>
    <w:p w:rsidR="009E6E40" w:rsidRPr="009503FF" w:rsidRDefault="009E6E40" w:rsidP="00667E58">
      <w:pPr>
        <w:pStyle w:val="ListParagraph"/>
        <w:ind w:left="360"/>
        <w:jc w:val="both"/>
      </w:pPr>
    </w:p>
    <w:p w:rsidR="009E6E40" w:rsidRPr="00521254" w:rsidRDefault="009E6E40" w:rsidP="0057179C">
      <w:pPr>
        <w:numPr>
          <w:ilvl w:val="1"/>
          <w:numId w:val="8"/>
        </w:numPr>
        <w:ind w:left="851" w:hanging="425"/>
        <w:jc w:val="both"/>
      </w:pPr>
      <w:r w:rsidRPr="00521254">
        <w:t xml:space="preserve">Līguma Speciālajiem noteikumiem uz </w:t>
      </w:r>
      <w:r w:rsidRPr="00521254">
        <w:rPr>
          <w:highlight w:val="lightGray"/>
        </w:rPr>
        <w:t>[3]</w:t>
      </w:r>
      <w:r w:rsidRPr="00521254">
        <w:t xml:space="preserve"> lapām;</w:t>
      </w:r>
    </w:p>
    <w:p w:rsidR="009E6E40" w:rsidRPr="00E22C43" w:rsidRDefault="009E6E40" w:rsidP="0057179C">
      <w:pPr>
        <w:numPr>
          <w:ilvl w:val="1"/>
          <w:numId w:val="8"/>
        </w:numPr>
        <w:ind w:left="851" w:hanging="425"/>
        <w:jc w:val="both"/>
      </w:pPr>
      <w:r w:rsidRPr="00E22C43">
        <w:t xml:space="preserve">Līguma Vispārīgajiem noteikumiem un pielikumiem uz </w:t>
      </w:r>
      <w:r w:rsidRPr="00E22C43">
        <w:rPr>
          <w:highlight w:val="lightGray"/>
        </w:rPr>
        <w:t>[13]</w:t>
      </w:r>
      <w:r w:rsidRPr="00E22C43">
        <w:t xml:space="preserve"> lapām;</w:t>
      </w:r>
    </w:p>
    <w:p w:rsidR="009E6E40" w:rsidRPr="00667E58" w:rsidRDefault="009E6E40" w:rsidP="009503FF">
      <w:pPr>
        <w:numPr>
          <w:ilvl w:val="1"/>
          <w:numId w:val="8"/>
        </w:numPr>
        <w:ind w:left="851" w:hanging="425"/>
        <w:jc w:val="both"/>
      </w:pPr>
      <w:r w:rsidRPr="00E22C43">
        <w:t>Līguma</w:t>
      </w:r>
      <w:r w:rsidRPr="00E22C43">
        <w:rPr>
          <w:bCs/>
        </w:rPr>
        <w:t xml:space="preserve"> neatņemama sastāvdaļa ir:</w:t>
      </w:r>
    </w:p>
    <w:p w:rsidR="009E6E40" w:rsidRPr="009503FF" w:rsidRDefault="009E6E40" w:rsidP="00667E58">
      <w:pPr>
        <w:ind w:left="851"/>
        <w:jc w:val="both"/>
      </w:pPr>
    </w:p>
    <w:p w:rsidR="009E6E40" w:rsidRPr="00E22C43" w:rsidRDefault="009E6E40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</w:pPr>
      <w:bookmarkStart w:id="3" w:name="OLE_LINK7"/>
      <w:bookmarkStart w:id="4" w:name="OLE_LINK8"/>
      <w:r w:rsidRPr="00E22C43">
        <w:t xml:space="preserve">Finansējuma saņēmēja </w:t>
      </w:r>
      <w:bookmarkEnd w:id="3"/>
      <w:bookmarkEnd w:id="4"/>
      <w:r w:rsidRPr="00E22C43">
        <w:t>iesniegtā projekta „</w:t>
      </w:r>
      <w:r w:rsidRPr="00E22C43">
        <w:rPr>
          <w:highlight w:val="lightGray"/>
        </w:rPr>
        <w:t>[Nosaukums]</w:t>
      </w:r>
      <w:r w:rsidRPr="00E22C43">
        <w:t xml:space="preserve">” </w:t>
      </w:r>
      <w:smartTag w:uri="urn:schemas-microsoft-com:office:smarttags" w:element="PersonName">
        <w:smartTag w:uri="schemas-tilde-lv/tildestengine" w:element="veidnes">
          <w:smartTagPr>
            <w:attr w:name="text" w:val="iesniegums"/>
            <w:attr w:name="baseform" w:val="iesniegums"/>
            <w:attr w:name="id" w:val="-1"/>
          </w:smartTagPr>
          <w:r w:rsidRPr="00E22C43">
            <w:t>iesniegums</w:t>
          </w:r>
        </w:smartTag>
      </w:smartTag>
      <w:r w:rsidRPr="00E22C43">
        <w:t xml:space="preserve"> un tā pielikumi uz </w:t>
      </w:r>
      <w:r w:rsidRPr="00E22C43">
        <w:rPr>
          <w:highlight w:val="lightGray"/>
        </w:rPr>
        <w:t>[lapu skaits]</w:t>
      </w:r>
      <w:r w:rsidRPr="00E22C43">
        <w:t xml:space="preserve"> lapām;</w:t>
      </w:r>
    </w:p>
    <w:p w:rsidR="009E6E40" w:rsidRPr="00E22C43" w:rsidRDefault="009E6E40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</w:pPr>
      <w:r w:rsidRPr="00E22C43">
        <w:t xml:space="preserve">Vides </w:t>
      </w:r>
      <w:r w:rsidRPr="00E22C43">
        <w:rPr>
          <w:bCs/>
          <w:spacing w:val="4"/>
        </w:rPr>
        <w:t xml:space="preserve">aizsardzības un reģionālās attīstības </w:t>
      </w:r>
      <w:r w:rsidRPr="00E22C43">
        <w:t xml:space="preserve">ministrijas </w:t>
      </w:r>
      <w:r w:rsidRPr="00E22C43">
        <w:rPr>
          <w:highlight w:val="lightGray"/>
        </w:rPr>
        <w:t>[datums]</w:t>
      </w:r>
      <w:r w:rsidRPr="00E22C43">
        <w:t xml:space="preserve"> </w:t>
      </w:r>
      <w:smartTag w:uri="urn:schemas-microsoft-com:office:smarttags" w:element="PersonName">
        <w:smartTag w:uri="schemas-tilde-lv/tildestengine" w:element="veidnes">
          <w:smartTagPr>
            <w:attr w:name="text" w:val="lēmums"/>
            <w:attr w:name="baseform" w:val="lēmums"/>
            <w:attr w:name="id" w:val="-1"/>
          </w:smartTagPr>
          <w:r w:rsidRPr="00E22C43">
            <w:t>lēmums</w:t>
          </w:r>
        </w:smartTag>
      </w:smartTag>
      <w:r w:rsidRPr="00E22C43">
        <w:t xml:space="preserve"> Nr.</w:t>
      </w:r>
      <w:r w:rsidRPr="00E22C43">
        <w:rPr>
          <w:highlight w:val="lightGray"/>
        </w:rPr>
        <w:t>[numurs]</w:t>
      </w:r>
      <w:r w:rsidRPr="00E22C43">
        <w:t xml:space="preserve"> par projekta „</w:t>
      </w:r>
      <w:r w:rsidRPr="00E22C43">
        <w:rPr>
          <w:highlight w:val="lightGray"/>
        </w:rPr>
        <w:t>[Nosaukums]</w:t>
      </w:r>
      <w:r w:rsidRPr="00E22C43">
        <w:t xml:space="preserve">” iesnieguma apstiprināšanu uz </w:t>
      </w:r>
      <w:r w:rsidRPr="00E22C43">
        <w:rPr>
          <w:highlight w:val="lightGray"/>
        </w:rPr>
        <w:t>[lapu skaits]</w:t>
      </w:r>
      <w:r w:rsidRPr="00E22C43">
        <w:t xml:space="preserve"> lapām.</w:t>
      </w:r>
    </w:p>
    <w:p w:rsidR="009E6E40" w:rsidRPr="009503FF" w:rsidRDefault="009E6E40" w:rsidP="007F024D">
      <w:pPr>
        <w:jc w:val="both"/>
        <w:rPr>
          <w:rFonts w:ascii="Times New Roman" w:hAnsi="Times New Roman"/>
        </w:rPr>
      </w:pPr>
    </w:p>
    <w:p w:rsidR="009E6E40" w:rsidRPr="00E22C43" w:rsidRDefault="009E6E40" w:rsidP="0057179C">
      <w:pPr>
        <w:numPr>
          <w:ilvl w:val="0"/>
          <w:numId w:val="8"/>
        </w:numPr>
        <w:jc w:val="both"/>
      </w:pPr>
      <w:smartTag w:uri="urn:schemas-microsoft-com:office:smarttags" w:element="PersonName">
        <w:smartTag w:uri="schemas-tilde-lv/tildestengine" w:element="veidnes">
          <w:smartTagPr>
            <w:attr w:name="text" w:val="Līgums"/>
            <w:attr w:name="baseform" w:val="Līgums"/>
            <w:attr w:name="id" w:val="-1"/>
          </w:smartTagPr>
          <w:r w:rsidRPr="00E22C43">
            <w:rPr>
              <w:bCs/>
            </w:rPr>
            <w:t>Līgums</w:t>
          </w:r>
        </w:smartTag>
      </w:smartTag>
      <w:r w:rsidRPr="00E22C43">
        <w:rPr>
          <w:bCs/>
        </w:rPr>
        <w:t xml:space="preserve"> sagatavots un parakstīts trīs identiskos eksemplāros, no kuriem vienu glabā Atbildīgā iestāde, otru – Vides investīciju fonds un trešo – Finansējuma saņēmējs. Visiem Līguma eksemplāriem ir vienāds juridisks spēks. </w:t>
      </w:r>
      <w:smartTag w:uri="urn:schemas-microsoft-com:office:smarttags" w:element="PersonName">
        <w:smartTag w:uri="schemas-tilde-lv/tildestengine" w:element="veidnes">
          <w:smartTagPr>
            <w:attr w:name="text" w:val="Līgums"/>
            <w:attr w:name="baseform" w:val="Līgums"/>
            <w:attr w:name="id" w:val="-1"/>
          </w:smartTagPr>
          <w:r w:rsidRPr="00E22C43">
            <w:rPr>
              <w:bCs/>
            </w:rPr>
            <w:t>Līgums</w:t>
          </w:r>
        </w:smartTag>
      </w:smartTag>
      <w:r w:rsidRPr="00E22C43">
        <w:rPr>
          <w:bCs/>
        </w:rPr>
        <w:t xml:space="preserve"> stājas spēkā dienā, kad to ir parakstījusi pēdējā no Pusēm, un tas ir spēkā līdz Pušu saistību pilnīgai izpildei.</w:t>
      </w:r>
    </w:p>
    <w:p w:rsidR="009E6E40" w:rsidRPr="00E22C43" w:rsidRDefault="009E6E40" w:rsidP="007F024D">
      <w:pPr>
        <w:jc w:val="both"/>
      </w:pPr>
    </w:p>
    <w:tbl>
      <w:tblPr>
        <w:tblW w:w="8388" w:type="dxa"/>
        <w:tblLayout w:type="fixed"/>
        <w:tblLook w:val="0000"/>
      </w:tblPr>
      <w:tblGrid>
        <w:gridCol w:w="2796"/>
        <w:gridCol w:w="2796"/>
        <w:gridCol w:w="2796"/>
      </w:tblGrid>
      <w:tr w:rsidR="009E6E40" w:rsidRPr="00E22C43">
        <w:tc>
          <w:tcPr>
            <w:tcW w:w="2796" w:type="dxa"/>
          </w:tcPr>
          <w:p w:rsidR="009E6E40" w:rsidRPr="00E22C43" w:rsidRDefault="009E6E40" w:rsidP="00204D27">
            <w:pPr>
              <w:pStyle w:val="Header"/>
              <w:rPr>
                <w:b/>
                <w:shd w:val="clear" w:color="auto" w:fill="FFFFFF"/>
              </w:rPr>
            </w:pPr>
            <w:r w:rsidRPr="00E22C43">
              <w:rPr>
                <w:b/>
                <w:spacing w:val="-4"/>
              </w:rPr>
              <w:t>Atbildīgās iestādes vārdā:</w:t>
            </w:r>
          </w:p>
          <w:p w:rsidR="009E6E40" w:rsidRPr="00E22C43" w:rsidRDefault="009E6E40" w:rsidP="00204D27">
            <w:pPr>
              <w:pStyle w:val="Header"/>
              <w:rPr>
                <w:shd w:val="clear" w:color="auto" w:fill="FFFFFF"/>
              </w:rPr>
            </w:pPr>
            <w:r w:rsidRPr="00E22C43">
              <w:rPr>
                <w:shd w:val="clear" w:color="auto" w:fill="FFFFFF"/>
              </w:rPr>
              <w:t>Atbildīgās iestādes vadītāja,</w:t>
            </w:r>
          </w:p>
          <w:p w:rsidR="009E6E40" w:rsidRPr="00E22C43" w:rsidRDefault="009E6E40" w:rsidP="00204D27">
            <w:pPr>
              <w:pStyle w:val="Header"/>
            </w:pPr>
            <w:r w:rsidRPr="00E22C43">
              <w:rPr>
                <w:shd w:val="clear" w:color="auto" w:fill="FFFFFF"/>
              </w:rPr>
              <w:t xml:space="preserve">Vides </w:t>
            </w:r>
            <w:r w:rsidRPr="00E22C43">
              <w:rPr>
                <w:bCs/>
                <w:spacing w:val="4"/>
              </w:rPr>
              <w:t xml:space="preserve">aizsardzības un reģionālās attīstības </w:t>
            </w:r>
            <w:r w:rsidRPr="00E22C43">
              <w:rPr>
                <w:shd w:val="clear" w:color="auto" w:fill="FFFFFF"/>
              </w:rPr>
              <w:lastRenderedPageBreak/>
              <w:t>ministrijas</w:t>
            </w:r>
            <w:r w:rsidRPr="00E22C43">
              <w:rPr>
                <w:b/>
                <w:i/>
              </w:rPr>
              <w:t xml:space="preserve"> </w:t>
            </w:r>
          </w:p>
          <w:p w:rsidR="009E6E40" w:rsidRPr="00E22C43" w:rsidRDefault="009E6E40" w:rsidP="00204D27">
            <w:pPr>
              <w:pStyle w:val="Header"/>
            </w:pPr>
            <w:r w:rsidRPr="00E22C43">
              <w:t>valsts sekretāra vietniece,</w:t>
            </w:r>
          </w:p>
          <w:p w:rsidR="009E6E40" w:rsidRPr="00E22C43" w:rsidRDefault="009E6E40" w:rsidP="00204D27">
            <w:pPr>
              <w:pStyle w:val="Header"/>
            </w:pPr>
            <w:r w:rsidRPr="00E22C43">
              <w:t xml:space="preserve">Investīciju departamenta direktore </w:t>
            </w:r>
          </w:p>
          <w:p w:rsidR="009E6E40" w:rsidRPr="00E22C43" w:rsidRDefault="009E6E40" w:rsidP="00204D27">
            <w:pPr>
              <w:pStyle w:val="Header"/>
            </w:pPr>
            <w:smartTag w:uri="urn:schemas-microsoft-com:office:smarttags" w:element="PersonName">
              <w:r w:rsidRPr="00E22C43">
                <w:t>Vija Gēme</w:t>
              </w:r>
            </w:smartTag>
          </w:p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</w:pPr>
            <w:r w:rsidRPr="00E22C43">
              <w:t>_______________________</w:t>
            </w:r>
          </w:p>
        </w:tc>
        <w:tc>
          <w:tcPr>
            <w:tcW w:w="2796" w:type="dxa"/>
          </w:tcPr>
          <w:p w:rsidR="009E6E40" w:rsidRPr="00E22C43" w:rsidRDefault="009E6E40" w:rsidP="00DB486C">
            <w:pPr>
              <w:pStyle w:val="Header"/>
              <w:rPr>
                <w:b/>
                <w:highlight w:val="yellow"/>
              </w:rPr>
            </w:pPr>
            <w:r w:rsidRPr="00E22C43">
              <w:rPr>
                <w:b/>
                <w:spacing w:val="-4"/>
              </w:rPr>
              <w:lastRenderedPageBreak/>
              <w:t>Vides investīciju fonda vārdā:</w:t>
            </w:r>
          </w:p>
          <w:p w:rsidR="009E6E40" w:rsidRPr="00E22C43" w:rsidRDefault="009E6E40" w:rsidP="005C240A">
            <w:pPr>
              <w:pStyle w:val="Header"/>
            </w:pPr>
            <w:r w:rsidRPr="00E22C43">
              <w:t xml:space="preserve">Sabiedrības ar ierobežotu atbildību „Vides investīciju </w:t>
            </w:r>
            <w:r w:rsidRPr="00E22C43">
              <w:lastRenderedPageBreak/>
              <w:t>fonds”</w:t>
            </w:r>
            <w:r w:rsidRPr="00E22C43">
              <w:rPr>
                <w:b/>
              </w:rPr>
              <w:t xml:space="preserve"> </w:t>
            </w:r>
            <w:r w:rsidRPr="00E22C43">
              <w:t xml:space="preserve">valdes priekšsēdētāja </w:t>
            </w:r>
            <w:smartTag w:uri="urn:schemas-microsoft-com:office:smarttags" w:element="PersonName">
              <w:r w:rsidRPr="00E22C43">
                <w:t>Ilze Puriņa</w:t>
              </w:r>
            </w:smartTag>
          </w:p>
          <w:p w:rsidR="009E6E40" w:rsidRPr="00E22C43" w:rsidRDefault="009E6E40" w:rsidP="005C240A">
            <w:pPr>
              <w:pStyle w:val="Header"/>
            </w:pPr>
          </w:p>
          <w:p w:rsidR="009E6E40" w:rsidRPr="00E22C43" w:rsidRDefault="009E6E40" w:rsidP="005C240A">
            <w:pPr>
              <w:pStyle w:val="Header"/>
            </w:pPr>
          </w:p>
          <w:p w:rsidR="009E6E40" w:rsidRPr="00E22C43" w:rsidRDefault="009E6E40" w:rsidP="005C240A">
            <w:pPr>
              <w:pStyle w:val="Header"/>
            </w:pPr>
          </w:p>
          <w:p w:rsidR="009E6E40" w:rsidRPr="00E22C43" w:rsidRDefault="009E6E40" w:rsidP="005C240A">
            <w:pPr>
              <w:pStyle w:val="Header"/>
            </w:pPr>
          </w:p>
          <w:p w:rsidR="009E6E40" w:rsidRPr="00E22C43" w:rsidRDefault="009E6E40" w:rsidP="005C240A">
            <w:pPr>
              <w:pStyle w:val="Header"/>
            </w:pPr>
          </w:p>
          <w:p w:rsidR="009E6E40" w:rsidRPr="00E22C43" w:rsidRDefault="009E6E40" w:rsidP="005C240A">
            <w:pPr>
              <w:pStyle w:val="Header"/>
            </w:pPr>
          </w:p>
          <w:p w:rsidR="009E6E40" w:rsidRPr="00E22C43" w:rsidRDefault="009E6E40" w:rsidP="005C240A">
            <w:pPr>
              <w:pStyle w:val="Header"/>
              <w:rPr>
                <w:highlight w:val="lightGray"/>
              </w:rPr>
            </w:pPr>
            <w:r w:rsidRPr="00E22C43">
              <w:t>_______________________</w:t>
            </w:r>
          </w:p>
        </w:tc>
        <w:tc>
          <w:tcPr>
            <w:tcW w:w="2796" w:type="dxa"/>
          </w:tcPr>
          <w:p w:rsidR="009E6E40" w:rsidRPr="00E22C43" w:rsidRDefault="009E6E40" w:rsidP="00DB486C">
            <w:pPr>
              <w:pStyle w:val="Header"/>
              <w:rPr>
                <w:b/>
                <w:highlight w:val="yellow"/>
              </w:rPr>
            </w:pPr>
            <w:r w:rsidRPr="00E22C43">
              <w:rPr>
                <w:b/>
                <w:spacing w:val="-4"/>
              </w:rPr>
              <w:lastRenderedPageBreak/>
              <w:t xml:space="preserve">Finansējuma </w:t>
            </w:r>
            <w:r w:rsidRPr="00E22C43">
              <w:rPr>
                <w:b/>
                <w:spacing w:val="-1"/>
              </w:rPr>
              <w:t>saņēmēj</w:t>
            </w:r>
            <w:r w:rsidRPr="00E22C43">
              <w:rPr>
                <w:b/>
                <w:spacing w:val="-4"/>
              </w:rPr>
              <w:t>a vārdā:</w:t>
            </w:r>
          </w:p>
          <w:p w:rsidR="009E6E40" w:rsidRPr="00E22C43" w:rsidRDefault="009E6E40" w:rsidP="00DB486C">
            <w:pPr>
              <w:pStyle w:val="Header"/>
              <w:rPr>
                <w:highlight w:val="lightGray"/>
              </w:rPr>
            </w:pPr>
            <w:r w:rsidRPr="00E22C43">
              <w:rPr>
                <w:highlight w:val="lightGray"/>
              </w:rPr>
              <w:t>[Finansējuma saņēmēja nosaukums]</w:t>
            </w:r>
          </w:p>
          <w:p w:rsidR="009E6E40" w:rsidRPr="00E22C43" w:rsidRDefault="009E6E40" w:rsidP="00DB486C">
            <w:pPr>
              <w:pStyle w:val="Header"/>
              <w:rPr>
                <w:b/>
                <w:spacing w:val="-4"/>
              </w:rPr>
            </w:pPr>
            <w:r w:rsidRPr="00E22C43">
              <w:rPr>
                <w:highlight w:val="lightGray"/>
              </w:rPr>
              <w:lastRenderedPageBreak/>
              <w:t>[Finansējuma saņēmēja paraksta tiesīgās amatpersonas amats, vārds un uzvārds]</w:t>
            </w:r>
          </w:p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  <w:rPr>
                <w:highlight w:val="lightGray"/>
              </w:rPr>
            </w:pPr>
            <w:r w:rsidRPr="00E22C43">
              <w:t>_______________________</w:t>
            </w:r>
          </w:p>
        </w:tc>
      </w:tr>
      <w:tr w:rsidR="009E6E40" w:rsidRPr="00E22C43">
        <w:trPr>
          <w:trHeight w:val="80"/>
        </w:trPr>
        <w:tc>
          <w:tcPr>
            <w:tcW w:w="2796" w:type="dxa"/>
          </w:tcPr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</w:pPr>
            <w:r w:rsidRPr="00E22C43">
              <w:t>_______________________</w:t>
            </w:r>
          </w:p>
          <w:p w:rsidR="009E6E40" w:rsidRPr="00E22C43" w:rsidRDefault="009E6E40" w:rsidP="00204D27">
            <w:pPr>
              <w:pStyle w:val="Header"/>
            </w:pPr>
            <w:r w:rsidRPr="00E22C43">
              <w:t>(Vieta, datums, z.v.)</w:t>
            </w:r>
            <w:r w:rsidRPr="00E22C43">
              <w:tab/>
            </w:r>
          </w:p>
        </w:tc>
        <w:tc>
          <w:tcPr>
            <w:tcW w:w="2796" w:type="dxa"/>
          </w:tcPr>
          <w:p w:rsidR="009E6E40" w:rsidRPr="00E22C43" w:rsidRDefault="009E6E40" w:rsidP="005C240A">
            <w:pPr>
              <w:pStyle w:val="Header"/>
            </w:pPr>
          </w:p>
          <w:p w:rsidR="009E6E40" w:rsidRPr="00E22C43" w:rsidRDefault="009E6E40" w:rsidP="005C240A">
            <w:pPr>
              <w:pStyle w:val="Header"/>
            </w:pPr>
            <w:r w:rsidRPr="00E22C43">
              <w:t>_______________________</w:t>
            </w:r>
          </w:p>
          <w:p w:rsidR="009E6E40" w:rsidRPr="00E22C43" w:rsidRDefault="009E6E40" w:rsidP="005C240A">
            <w:pPr>
              <w:pStyle w:val="Header"/>
            </w:pPr>
            <w:r w:rsidRPr="00E22C43">
              <w:t>(Vieta, datums, z.v.)</w:t>
            </w:r>
          </w:p>
        </w:tc>
        <w:tc>
          <w:tcPr>
            <w:tcW w:w="2796" w:type="dxa"/>
          </w:tcPr>
          <w:p w:rsidR="009E6E40" w:rsidRPr="00E22C43" w:rsidRDefault="009E6E40" w:rsidP="00204D27">
            <w:pPr>
              <w:pStyle w:val="Header"/>
            </w:pPr>
          </w:p>
          <w:p w:rsidR="009E6E40" w:rsidRPr="00E22C43" w:rsidRDefault="009E6E40" w:rsidP="00204D27">
            <w:pPr>
              <w:pStyle w:val="Header"/>
            </w:pPr>
            <w:r w:rsidRPr="00E22C43">
              <w:t>_______________________</w:t>
            </w:r>
          </w:p>
          <w:p w:rsidR="009E6E40" w:rsidRPr="00E22C43" w:rsidRDefault="009E6E40" w:rsidP="00204D27">
            <w:pPr>
              <w:pStyle w:val="Header"/>
            </w:pPr>
            <w:r w:rsidRPr="00E22C43">
              <w:t>(Vieta, datums, z.v.)</w:t>
            </w:r>
          </w:p>
        </w:tc>
      </w:tr>
    </w:tbl>
    <w:p w:rsidR="009E6E40" w:rsidRPr="009503FF" w:rsidRDefault="009E6E40" w:rsidP="002F4F7A">
      <w:pPr>
        <w:rPr>
          <w:rFonts w:ascii="Times New Roman" w:hAnsi="Times New Roman"/>
        </w:rPr>
      </w:pPr>
    </w:p>
    <w:p w:rsidR="009E6E40" w:rsidRPr="009503FF" w:rsidRDefault="009E6E40" w:rsidP="008F45F5">
      <w:pPr>
        <w:rPr>
          <w:rFonts w:ascii="Times New Roman" w:hAnsi="Times New Roman"/>
        </w:rPr>
      </w:pPr>
    </w:p>
    <w:sectPr w:rsidR="009E6E40" w:rsidRPr="009503FF" w:rsidSect="009503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B1" w:rsidRDefault="006702B1">
      <w:r>
        <w:separator/>
      </w:r>
    </w:p>
  </w:endnote>
  <w:endnote w:type="continuationSeparator" w:id="0">
    <w:p w:rsidR="006702B1" w:rsidRDefault="00670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E40" w:rsidRDefault="006B29AE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9E6E40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9E6E40" w:rsidRDefault="009E6E40" w:rsidP="009976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E40" w:rsidRPr="009503FF" w:rsidRDefault="006B29AE" w:rsidP="009503FF">
    <w:pPr>
      <w:pStyle w:val="Footer"/>
      <w:ind w:right="360"/>
      <w:jc w:val="center"/>
    </w:pPr>
    <w:fldSimple w:instr=" PAGE ">
      <w:r w:rsidR="008018F0">
        <w:rPr>
          <w:noProof/>
        </w:rPr>
        <w:t>1</w:t>
      </w:r>
    </w:fldSimple>
    <w:r w:rsidR="009E6E40" w:rsidRPr="009503FF">
      <w:t xml:space="preserve">. no </w:t>
    </w:r>
    <w:fldSimple w:instr=" NUMPAGES ">
      <w:r w:rsidR="008018F0">
        <w:rPr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E40" w:rsidRDefault="006B29AE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E6E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E40">
      <w:rPr>
        <w:rStyle w:val="PageNumber"/>
        <w:noProof/>
      </w:rPr>
      <w:t>1</w:t>
    </w:r>
    <w:r>
      <w:rPr>
        <w:rStyle w:val="PageNumber"/>
      </w:rPr>
      <w:fldChar w:fldCharType="end"/>
    </w:r>
  </w:p>
  <w:p w:rsidR="009E6E40" w:rsidRPr="009503FF" w:rsidRDefault="009E6E40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B1" w:rsidRDefault="006702B1">
      <w:r>
        <w:separator/>
      </w:r>
    </w:p>
  </w:footnote>
  <w:footnote w:type="continuationSeparator" w:id="0">
    <w:p w:rsidR="006702B1" w:rsidRDefault="006702B1">
      <w:r>
        <w:continuationSeparator/>
      </w:r>
    </w:p>
  </w:footnote>
  <w:footnote w:id="1">
    <w:p w:rsidR="009E6E40" w:rsidRDefault="009E6E40" w:rsidP="00B45447">
      <w:pPr>
        <w:pStyle w:val="FootnoteText"/>
      </w:pPr>
      <w:r w:rsidRPr="00EA4958">
        <w:rPr>
          <w:rStyle w:val="FootnoteReference"/>
          <w:rFonts w:ascii="Arial" w:hAnsi="Arial"/>
          <w:sz w:val="16"/>
          <w:lang w:val="lv-LV"/>
        </w:rPr>
        <w:footnoteRef/>
      </w:r>
      <w:r w:rsidRPr="00EA4958">
        <w:rPr>
          <w:rFonts w:ascii="Arial" w:hAnsi="Arial"/>
          <w:sz w:val="16"/>
          <w:lang w:val="lv-LV"/>
        </w:rPr>
        <w:t xml:space="preserve"> Ja Finansējuma saņēmējs </w:t>
      </w:r>
      <w:r w:rsidRPr="00EA4958">
        <w:rPr>
          <w:rFonts w:ascii="Arial" w:hAnsi="Arial"/>
          <w:b/>
          <w:sz w:val="16"/>
          <w:lang w:val="lv-LV"/>
        </w:rPr>
        <w:t>nav</w:t>
      </w:r>
      <w:r w:rsidRPr="00EA4958">
        <w:rPr>
          <w:rFonts w:ascii="Arial" w:hAnsi="Arial"/>
          <w:sz w:val="16"/>
          <w:lang w:val="lv-LV"/>
        </w:rPr>
        <w:t xml:space="preserve"> valsts budžeta iestāde.</w:t>
      </w:r>
    </w:p>
  </w:footnote>
  <w:footnote w:id="2">
    <w:p w:rsidR="009E6E40" w:rsidRDefault="009E6E40">
      <w:pPr>
        <w:pStyle w:val="FootnoteText"/>
      </w:pPr>
      <w:r w:rsidRPr="00EA4958">
        <w:rPr>
          <w:rStyle w:val="FootnoteReference"/>
          <w:rFonts w:ascii="Arial" w:hAnsi="Arial"/>
          <w:sz w:val="16"/>
          <w:lang w:val="lv-LV"/>
        </w:rPr>
        <w:footnoteRef/>
      </w:r>
      <w:r w:rsidRPr="00EA4958">
        <w:rPr>
          <w:rFonts w:ascii="Arial" w:hAnsi="Arial"/>
          <w:sz w:val="16"/>
          <w:lang w:val="lv-LV"/>
        </w:rPr>
        <w:t xml:space="preserve"> Ja Finansējuma saņēmējs </w:t>
      </w:r>
      <w:r w:rsidRPr="00EA4958">
        <w:rPr>
          <w:rFonts w:ascii="Arial" w:hAnsi="Arial"/>
          <w:b/>
          <w:sz w:val="16"/>
          <w:lang w:val="lv-LV"/>
        </w:rPr>
        <w:t>ir</w:t>
      </w:r>
      <w:r w:rsidRPr="00EA4958">
        <w:rPr>
          <w:rFonts w:ascii="Arial" w:hAnsi="Arial"/>
          <w:sz w:val="16"/>
          <w:lang w:val="lv-LV"/>
        </w:rPr>
        <w:t xml:space="preserve"> valsts budžeta iestāde.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E40" w:rsidRDefault="006B29AE" w:rsidP="002F4F7A">
    <w:pPr>
      <w:pStyle w:val="Header"/>
      <w:rPr>
        <w:noProof/>
        <w:color w:val="0F0F0F"/>
        <w:lang w:val="en-US" w:eastAsia="en-US"/>
      </w:rPr>
    </w:pPr>
    <w:r w:rsidRPr="006B29AE">
      <w:rPr>
        <w:noProof/>
        <w:color w:val="0F0F0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123pt;height:45pt;visibility:visible">
          <v:imagedata r:id="rId1" o:title=""/>
        </v:shape>
      </w:pict>
    </w:r>
  </w:p>
  <w:p w:rsidR="009E6E40" w:rsidRPr="009503FF" w:rsidRDefault="009E6E40" w:rsidP="009503FF">
    <w:pPr>
      <w:pStyle w:val="Header"/>
      <w:jc w:val="both"/>
      <w:rPr>
        <w:rFonts w:ascii="Times New Roman" w:hAnsi="Times New Roman"/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  <w:p w:rsidR="009E6E40" w:rsidRPr="009503FF" w:rsidRDefault="009E6E40" w:rsidP="00C715FA">
    <w:pPr>
      <w:pStyle w:val="Header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E40" w:rsidRDefault="008018F0" w:rsidP="00C715FA">
    <w:pPr>
      <w:pStyle w:val="Header"/>
      <w:rPr>
        <w:noProof/>
        <w:color w:val="0F0F0F"/>
        <w:lang w:val="en-US" w:eastAsia="en-US"/>
      </w:rPr>
    </w:pPr>
    <w:r w:rsidRPr="006B29AE">
      <w:rPr>
        <w:noProof/>
        <w:color w:val="0F0F0F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i1026" type="#_x0000_t75" style="width:123pt;height:45pt;visibility:visible">
          <v:imagedata r:id="rId1" o:title=""/>
        </v:shape>
      </w:pict>
    </w:r>
  </w:p>
  <w:p w:rsidR="009E6E40" w:rsidRPr="00E22C43" w:rsidRDefault="009E6E40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701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6C2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F73"/>
    <w:rsid w:val="00054C0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6C8B"/>
    <w:rsid w:val="000E09FF"/>
    <w:rsid w:val="000F3A87"/>
    <w:rsid w:val="000F45FD"/>
    <w:rsid w:val="000F6AE1"/>
    <w:rsid w:val="001048D6"/>
    <w:rsid w:val="00107E2E"/>
    <w:rsid w:val="0011198D"/>
    <w:rsid w:val="00114D15"/>
    <w:rsid w:val="00122223"/>
    <w:rsid w:val="001230AC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2208"/>
    <w:rsid w:val="00187EE9"/>
    <w:rsid w:val="00190026"/>
    <w:rsid w:val="001A094F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6"/>
    <w:rsid w:val="001F4EB6"/>
    <w:rsid w:val="001F5A9B"/>
    <w:rsid w:val="001F74C9"/>
    <w:rsid w:val="001F7E71"/>
    <w:rsid w:val="00204D27"/>
    <w:rsid w:val="002065E2"/>
    <w:rsid w:val="00216BFF"/>
    <w:rsid w:val="00225536"/>
    <w:rsid w:val="00231A85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527D"/>
    <w:rsid w:val="002A5C43"/>
    <w:rsid w:val="002A65D7"/>
    <w:rsid w:val="002B08AC"/>
    <w:rsid w:val="002B34C6"/>
    <w:rsid w:val="002B5A08"/>
    <w:rsid w:val="002C0259"/>
    <w:rsid w:val="002C09C2"/>
    <w:rsid w:val="002C5512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366D"/>
    <w:rsid w:val="00306235"/>
    <w:rsid w:val="00313A02"/>
    <w:rsid w:val="003206B5"/>
    <w:rsid w:val="0032144F"/>
    <w:rsid w:val="00325406"/>
    <w:rsid w:val="003310DF"/>
    <w:rsid w:val="00352AAA"/>
    <w:rsid w:val="00352DB9"/>
    <w:rsid w:val="00357902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6B64"/>
    <w:rsid w:val="003C2146"/>
    <w:rsid w:val="003C3E9C"/>
    <w:rsid w:val="003E0733"/>
    <w:rsid w:val="003F1133"/>
    <w:rsid w:val="00416FE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21254"/>
    <w:rsid w:val="005266AF"/>
    <w:rsid w:val="005324F4"/>
    <w:rsid w:val="00533CEE"/>
    <w:rsid w:val="00535B50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A3695"/>
    <w:rsid w:val="005B1860"/>
    <w:rsid w:val="005B719C"/>
    <w:rsid w:val="005C21F4"/>
    <w:rsid w:val="005C240A"/>
    <w:rsid w:val="005D14C3"/>
    <w:rsid w:val="005D2570"/>
    <w:rsid w:val="005D524E"/>
    <w:rsid w:val="005E050C"/>
    <w:rsid w:val="005E2ED1"/>
    <w:rsid w:val="005E5A0C"/>
    <w:rsid w:val="005F0BF4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30E99"/>
    <w:rsid w:val="00640730"/>
    <w:rsid w:val="006419D3"/>
    <w:rsid w:val="006446D6"/>
    <w:rsid w:val="006510BF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5149"/>
    <w:rsid w:val="0069260C"/>
    <w:rsid w:val="006944AD"/>
    <w:rsid w:val="006A20FA"/>
    <w:rsid w:val="006A2FA7"/>
    <w:rsid w:val="006A6C0F"/>
    <w:rsid w:val="006B0258"/>
    <w:rsid w:val="006B29AE"/>
    <w:rsid w:val="006C41D9"/>
    <w:rsid w:val="006C7E3C"/>
    <w:rsid w:val="006E1EE3"/>
    <w:rsid w:val="006E41F9"/>
    <w:rsid w:val="006F1626"/>
    <w:rsid w:val="006F45AF"/>
    <w:rsid w:val="006F45E3"/>
    <w:rsid w:val="007036F0"/>
    <w:rsid w:val="00711ED6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4111"/>
    <w:rsid w:val="007C5213"/>
    <w:rsid w:val="007C565E"/>
    <w:rsid w:val="007D1984"/>
    <w:rsid w:val="007D1D49"/>
    <w:rsid w:val="007D40FA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5C99"/>
    <w:rsid w:val="008652C4"/>
    <w:rsid w:val="00873D7C"/>
    <w:rsid w:val="00874622"/>
    <w:rsid w:val="00881EC6"/>
    <w:rsid w:val="00886557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E37"/>
    <w:rsid w:val="008D5D1D"/>
    <w:rsid w:val="008F22DE"/>
    <w:rsid w:val="008F3BC7"/>
    <w:rsid w:val="008F45F5"/>
    <w:rsid w:val="008F7D67"/>
    <w:rsid w:val="008F7F8F"/>
    <w:rsid w:val="00903815"/>
    <w:rsid w:val="0090577D"/>
    <w:rsid w:val="0090644F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3EA8"/>
    <w:rsid w:val="00973FBF"/>
    <w:rsid w:val="00975776"/>
    <w:rsid w:val="00975FA3"/>
    <w:rsid w:val="00977C20"/>
    <w:rsid w:val="009800B8"/>
    <w:rsid w:val="00981AB4"/>
    <w:rsid w:val="009840AB"/>
    <w:rsid w:val="00985DBB"/>
    <w:rsid w:val="0099155D"/>
    <w:rsid w:val="00992B62"/>
    <w:rsid w:val="00993323"/>
    <w:rsid w:val="0099363F"/>
    <w:rsid w:val="009976C2"/>
    <w:rsid w:val="00997976"/>
    <w:rsid w:val="009A1699"/>
    <w:rsid w:val="009C0565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444E"/>
    <w:rsid w:val="00A66ACE"/>
    <w:rsid w:val="00A71E85"/>
    <w:rsid w:val="00A72268"/>
    <w:rsid w:val="00A754AF"/>
    <w:rsid w:val="00A75CE0"/>
    <w:rsid w:val="00A8282E"/>
    <w:rsid w:val="00A842A9"/>
    <w:rsid w:val="00AA742F"/>
    <w:rsid w:val="00AB7C9C"/>
    <w:rsid w:val="00AD4051"/>
    <w:rsid w:val="00AD7F1B"/>
    <w:rsid w:val="00AE1A9B"/>
    <w:rsid w:val="00B0068E"/>
    <w:rsid w:val="00B0079E"/>
    <w:rsid w:val="00B07252"/>
    <w:rsid w:val="00B11661"/>
    <w:rsid w:val="00B14AF4"/>
    <w:rsid w:val="00B22946"/>
    <w:rsid w:val="00B3548F"/>
    <w:rsid w:val="00B45447"/>
    <w:rsid w:val="00B47387"/>
    <w:rsid w:val="00B56158"/>
    <w:rsid w:val="00B6136A"/>
    <w:rsid w:val="00B63620"/>
    <w:rsid w:val="00B70F95"/>
    <w:rsid w:val="00B770E8"/>
    <w:rsid w:val="00B84C76"/>
    <w:rsid w:val="00BA3FB7"/>
    <w:rsid w:val="00BB50A2"/>
    <w:rsid w:val="00BC62CC"/>
    <w:rsid w:val="00BD012E"/>
    <w:rsid w:val="00BE7D89"/>
    <w:rsid w:val="00BF01DE"/>
    <w:rsid w:val="00BF7A91"/>
    <w:rsid w:val="00C021EF"/>
    <w:rsid w:val="00C0637C"/>
    <w:rsid w:val="00C1183D"/>
    <w:rsid w:val="00C13A44"/>
    <w:rsid w:val="00C144AC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24663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5724"/>
    <w:rsid w:val="00D61055"/>
    <w:rsid w:val="00D63195"/>
    <w:rsid w:val="00D7120B"/>
    <w:rsid w:val="00D74BD6"/>
    <w:rsid w:val="00D7709F"/>
    <w:rsid w:val="00D83FDF"/>
    <w:rsid w:val="00D85E45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D10E9"/>
    <w:rsid w:val="00DD1DA8"/>
    <w:rsid w:val="00DD2A9B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3D88"/>
    <w:rsid w:val="00E17C02"/>
    <w:rsid w:val="00E2129E"/>
    <w:rsid w:val="00E22C43"/>
    <w:rsid w:val="00E3139B"/>
    <w:rsid w:val="00E3671B"/>
    <w:rsid w:val="00E41C3E"/>
    <w:rsid w:val="00E4731C"/>
    <w:rsid w:val="00E54473"/>
    <w:rsid w:val="00E6111E"/>
    <w:rsid w:val="00E65C2A"/>
    <w:rsid w:val="00E67896"/>
    <w:rsid w:val="00E71091"/>
    <w:rsid w:val="00E7351C"/>
    <w:rsid w:val="00E75691"/>
    <w:rsid w:val="00E9075B"/>
    <w:rsid w:val="00E90A04"/>
    <w:rsid w:val="00E96507"/>
    <w:rsid w:val="00EA0C15"/>
    <w:rsid w:val="00EA1253"/>
    <w:rsid w:val="00EA1C3D"/>
    <w:rsid w:val="00EA4958"/>
    <w:rsid w:val="00EA6319"/>
    <w:rsid w:val="00EA7BDD"/>
    <w:rsid w:val="00EC16F5"/>
    <w:rsid w:val="00EC4562"/>
    <w:rsid w:val="00EC4BC8"/>
    <w:rsid w:val="00EC6077"/>
    <w:rsid w:val="00ED17F0"/>
    <w:rsid w:val="00ED31E1"/>
    <w:rsid w:val="00EE5A96"/>
    <w:rsid w:val="00EE67DE"/>
    <w:rsid w:val="00EE6848"/>
    <w:rsid w:val="00EE70B6"/>
    <w:rsid w:val="00EE7D23"/>
    <w:rsid w:val="00EE7E18"/>
    <w:rsid w:val="00EF120A"/>
    <w:rsid w:val="00EF670F"/>
    <w:rsid w:val="00F029AC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4352E"/>
    <w:rsid w:val="00F5095D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295A"/>
    <w:rsid w:val="00FC6836"/>
    <w:rsid w:val="00FC6955"/>
    <w:rsid w:val="00FD50FC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schemas-tilde-lv/tildestengine" w:name="currency2"/>
  <w:smartTagType w:namespaceuri="schemas-tilde-lv/tildestengine" w:name="veidnes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3454</Words>
  <Characters>1969</Characters>
  <Application>Microsoft Office Word</Application>
  <DocSecurity>0</DocSecurity>
  <Lines>16</Lines>
  <Paragraphs>10</Paragraphs>
  <ScaleCrop>false</ScaleCrop>
  <Company>Hewlett-Packard Company</Company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subject/>
  <dc:creator>IS</dc:creator>
  <cp:keywords/>
  <dc:description/>
  <cp:lastModifiedBy>ilzev</cp:lastModifiedBy>
  <cp:revision>8</cp:revision>
  <cp:lastPrinted>2011-06-08T06:37:00Z</cp:lastPrinted>
  <dcterms:created xsi:type="dcterms:W3CDTF">2011-06-08T10:17:00Z</dcterms:created>
  <dcterms:modified xsi:type="dcterms:W3CDTF">2011-08-08T06:27:00Z</dcterms:modified>
</cp:coreProperties>
</file>